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33081B08" w14:textId="77777777" w:rsidTr="009027D5">
        <w:tc>
          <w:tcPr>
            <w:tcW w:w="1398" w:type="dxa"/>
          </w:tcPr>
          <w:p w14:paraId="42E7DF9F" w14:textId="77777777" w:rsidR="00757AC7" w:rsidRPr="00525924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525924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547AA36A" w14:textId="77777777" w:rsidR="00757AC7" w:rsidRPr="00525924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525924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7FDBEC60" w14:textId="77777777" w:rsidR="00757AC7" w:rsidRPr="00525924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525924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525924" w14:paraId="7DD28C48" w14:textId="77777777" w:rsidTr="002823FF">
        <w:tc>
          <w:tcPr>
            <w:tcW w:w="1398" w:type="dxa"/>
          </w:tcPr>
          <w:p w14:paraId="5901DAFF" w14:textId="6CD72248" w:rsidR="00525924" w:rsidRPr="00525924" w:rsidRDefault="008B7850" w:rsidP="0052592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00710376</w:t>
            </w:r>
          </w:p>
        </w:tc>
        <w:tc>
          <w:tcPr>
            <w:tcW w:w="2297" w:type="dxa"/>
          </w:tcPr>
          <w:p w14:paraId="78559C4D" w14:textId="3D536435" w:rsidR="00525924" w:rsidRPr="00525924" w:rsidRDefault="00A57167" w:rsidP="00A5716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A57167">
              <w:rPr>
                <w:rFonts w:ascii="Poppins" w:hAnsi="Poppins" w:cs="Poppins"/>
                <w:bCs/>
                <w:sz w:val="20"/>
              </w:rPr>
              <w:t xml:space="preserve">Circolatore elettronico </w:t>
            </w:r>
            <w:r w:rsidR="008B7850">
              <w:rPr>
                <w:rFonts w:ascii="Poppins" w:hAnsi="Poppins" w:cs="Poppins"/>
                <w:bCs/>
                <w:sz w:val="20"/>
              </w:rPr>
              <w:t>Shark CP 2</w:t>
            </w:r>
            <w:r w:rsidR="00D90303">
              <w:rPr>
                <w:rFonts w:ascii="Poppins" w:hAnsi="Poppins" w:cs="Poppins"/>
                <w:bCs/>
                <w:sz w:val="20"/>
              </w:rPr>
              <w:t>5</w:t>
            </w:r>
            <w:r w:rsidR="008B7850">
              <w:rPr>
                <w:rFonts w:ascii="Poppins" w:hAnsi="Poppins" w:cs="Poppins"/>
                <w:bCs/>
                <w:sz w:val="20"/>
              </w:rPr>
              <w:t>/6-130</w:t>
            </w:r>
          </w:p>
        </w:tc>
        <w:tc>
          <w:tcPr>
            <w:tcW w:w="5803" w:type="dxa"/>
          </w:tcPr>
          <w:p w14:paraId="7B471C44" w14:textId="30DC0349" w:rsidR="00A57167" w:rsidRPr="00A57167" w:rsidRDefault="00A57167" w:rsidP="00A57167">
            <w:pPr>
              <w:jc w:val="both"/>
              <w:rPr>
                <w:rFonts w:ascii="Poppins" w:hAnsi="Poppins" w:cs="Poppins"/>
                <w:sz w:val="20"/>
              </w:rPr>
            </w:pPr>
            <w:r w:rsidRPr="00A57167">
              <w:rPr>
                <w:rFonts w:ascii="Poppins" w:hAnsi="Poppins" w:cs="Poppins"/>
                <w:sz w:val="20"/>
              </w:rPr>
              <w:t xml:space="preserve">Circolatore elettronico per impianti di riscaldamento </w:t>
            </w:r>
            <w:r w:rsidR="008B7850">
              <w:rPr>
                <w:rFonts w:ascii="Poppins" w:hAnsi="Poppins" w:cs="Poppins"/>
                <w:sz w:val="20"/>
              </w:rPr>
              <w:t>Shark CP</w:t>
            </w:r>
            <w:r w:rsidRPr="00A57167">
              <w:rPr>
                <w:rFonts w:ascii="Poppins" w:hAnsi="Poppins" w:cs="Poppins"/>
                <w:sz w:val="20"/>
              </w:rPr>
              <w:t>.</w:t>
            </w:r>
          </w:p>
          <w:p w14:paraId="72146778" w14:textId="77777777" w:rsidR="00A57167" w:rsidRPr="00A57167" w:rsidRDefault="00A57167" w:rsidP="00A5716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3D24FB9" w14:textId="77777777" w:rsidR="00A57167" w:rsidRPr="00A57167" w:rsidRDefault="00A57167" w:rsidP="00A5716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A57167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064919B1" w14:textId="12DB80B4" w:rsidR="00A57167" w:rsidRPr="00A57167" w:rsidRDefault="00A57167" w:rsidP="00A57167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lang w:val="pt-BR"/>
              </w:rPr>
            </w:pPr>
            <w:r w:rsidRPr="00A57167">
              <w:rPr>
                <w:rFonts w:ascii="Poppins" w:hAnsi="Poppins" w:cs="Poppins"/>
                <w:lang w:val="pt-BR"/>
              </w:rPr>
              <w:t>Temperatura fluido: da -10°C a +95°C</w:t>
            </w:r>
          </w:p>
          <w:p w14:paraId="3D6B5898" w14:textId="745DF253" w:rsidR="00A57167" w:rsidRPr="00A57167" w:rsidRDefault="00A57167" w:rsidP="00A57167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A57167">
              <w:rPr>
                <w:rFonts w:ascii="Poppins" w:hAnsi="Poppins" w:cs="Poppins"/>
              </w:rPr>
              <w:t>Alimentazione di rete: 1-230 V</w:t>
            </w:r>
            <w:r w:rsidR="008B7850">
              <w:rPr>
                <w:rFonts w:ascii="Poppins" w:hAnsi="Poppins" w:cs="Poppins"/>
              </w:rPr>
              <w:t>,</w:t>
            </w:r>
            <w:r w:rsidRPr="00A57167">
              <w:rPr>
                <w:rFonts w:ascii="Poppins" w:hAnsi="Poppins" w:cs="Poppins"/>
              </w:rPr>
              <w:t xml:space="preserve"> 50 Hz</w:t>
            </w:r>
          </w:p>
          <w:p w14:paraId="5A328906" w14:textId="29372D7C" w:rsidR="00A57167" w:rsidRPr="00A57167" w:rsidRDefault="00A57167" w:rsidP="00A57167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A57167">
              <w:rPr>
                <w:rFonts w:ascii="Poppins" w:hAnsi="Poppins" w:cs="Poppins"/>
              </w:rPr>
              <w:t>Grado di protezione: IPX</w:t>
            </w:r>
            <w:r w:rsidR="00D90303">
              <w:rPr>
                <w:rFonts w:ascii="Poppins" w:hAnsi="Poppins" w:cs="Poppins"/>
              </w:rPr>
              <w:t>2</w:t>
            </w:r>
            <w:r w:rsidRPr="00A57167">
              <w:rPr>
                <w:rFonts w:ascii="Poppins" w:hAnsi="Poppins" w:cs="Poppins"/>
              </w:rPr>
              <w:t>D</w:t>
            </w:r>
          </w:p>
          <w:p w14:paraId="50E3480C" w14:textId="52EE819A" w:rsidR="00A57167" w:rsidRPr="00A57167" w:rsidRDefault="00A57167" w:rsidP="00A57167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A57167">
              <w:rPr>
                <w:rFonts w:ascii="Poppins" w:hAnsi="Poppins" w:cs="Poppins"/>
              </w:rPr>
              <w:t xml:space="preserve">Pressione massima di esercizio: </w:t>
            </w:r>
            <w:r w:rsidR="00D90303">
              <w:rPr>
                <w:rFonts w:ascii="Poppins" w:hAnsi="Poppins" w:cs="Poppins"/>
              </w:rPr>
              <w:t>6</w:t>
            </w:r>
            <w:r w:rsidRPr="00A57167">
              <w:rPr>
                <w:rFonts w:ascii="Poppins" w:hAnsi="Poppins" w:cs="Poppins"/>
              </w:rPr>
              <w:t xml:space="preserve"> bar</w:t>
            </w:r>
          </w:p>
          <w:p w14:paraId="3A4FE580" w14:textId="135EFED1" w:rsidR="00A57167" w:rsidRPr="00A57167" w:rsidRDefault="00A57167" w:rsidP="00A57167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A57167">
              <w:rPr>
                <w:rFonts w:ascii="Poppins" w:hAnsi="Poppins" w:cs="Poppins"/>
              </w:rPr>
              <w:t xml:space="preserve">Potenza assorbita: </w:t>
            </w:r>
            <w:r w:rsidR="00D90303">
              <w:rPr>
                <w:rFonts w:ascii="Poppins" w:hAnsi="Poppins" w:cs="Poppins"/>
              </w:rPr>
              <w:t>4</w:t>
            </w:r>
            <w:r w:rsidRPr="00A57167">
              <w:rPr>
                <w:rFonts w:ascii="Poppins" w:hAnsi="Poppins" w:cs="Poppins"/>
              </w:rPr>
              <w:t>-</w:t>
            </w:r>
            <w:r w:rsidR="00D90303">
              <w:rPr>
                <w:rFonts w:ascii="Poppins" w:hAnsi="Poppins" w:cs="Poppins"/>
              </w:rPr>
              <w:t>40</w:t>
            </w:r>
            <w:r w:rsidRPr="00A57167">
              <w:rPr>
                <w:rFonts w:ascii="Poppins" w:hAnsi="Poppins" w:cs="Poppins"/>
              </w:rPr>
              <w:t xml:space="preserve"> W</w:t>
            </w:r>
          </w:p>
          <w:p w14:paraId="5850BDE9" w14:textId="02A003B3" w:rsidR="00A57167" w:rsidRPr="00A57167" w:rsidRDefault="00A57167" w:rsidP="00A57167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A57167">
              <w:rPr>
                <w:rFonts w:ascii="Poppins" w:hAnsi="Poppins" w:cs="Poppins"/>
              </w:rPr>
              <w:t>Attacchi: 1"1/2 Maschio</w:t>
            </w:r>
          </w:p>
          <w:p w14:paraId="2C9289A8" w14:textId="31AA8757" w:rsidR="00A57167" w:rsidRPr="00A57167" w:rsidRDefault="00A57167" w:rsidP="00A57167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A57167">
              <w:rPr>
                <w:rFonts w:ascii="Poppins" w:hAnsi="Poppins" w:cs="Poppins"/>
              </w:rPr>
              <w:t>Interasse attacchi: 130 mm</w:t>
            </w:r>
          </w:p>
          <w:p w14:paraId="0CB7CF18" w14:textId="6E6D7539" w:rsidR="00A57167" w:rsidRDefault="00A57167" w:rsidP="00A57167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A57167">
              <w:rPr>
                <w:rFonts w:ascii="Poppins" w:hAnsi="Poppins" w:cs="Poppins"/>
              </w:rPr>
              <w:t>EEI ≤ 0,2</w:t>
            </w:r>
            <w:r w:rsidR="00D90303">
              <w:rPr>
                <w:rFonts w:ascii="Poppins" w:hAnsi="Poppins" w:cs="Poppins"/>
              </w:rPr>
              <w:t>3</w:t>
            </w:r>
          </w:p>
          <w:p w14:paraId="2211C198" w14:textId="77777777" w:rsidR="00D90303" w:rsidRPr="00D90303" w:rsidRDefault="00D90303" w:rsidP="00D90303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190FB478" w14:textId="4D8CB495" w:rsidR="00D90303" w:rsidRPr="00D90303" w:rsidRDefault="00D90303" w:rsidP="00D90303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  <w:r>
              <w:rPr>
                <w:rFonts w:ascii="Poppins" w:hAnsi="Poppins" w:cs="Poppins"/>
                <w:sz w:val="20"/>
                <w:szCs w:val="16"/>
              </w:rPr>
              <w:t>Fluidi consentiti: acqua di riscaldamento e raffrescamento; miscele di acqua e glicole (max 1:1).</w:t>
            </w:r>
          </w:p>
          <w:p w14:paraId="02909620" w14:textId="77777777" w:rsidR="00A57167" w:rsidRPr="00D90303" w:rsidRDefault="00A57167" w:rsidP="00A57167">
            <w:pPr>
              <w:jc w:val="both"/>
              <w:rPr>
                <w:rFonts w:ascii="Poppins" w:hAnsi="Poppins" w:cs="Poppins"/>
                <w:sz w:val="16"/>
                <w:szCs w:val="16"/>
              </w:rPr>
            </w:pPr>
          </w:p>
          <w:p w14:paraId="31289B17" w14:textId="60D8359D" w:rsidR="00525924" w:rsidRPr="00A57167" w:rsidRDefault="00A57167" w:rsidP="00A5716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A57167">
              <w:rPr>
                <w:rFonts w:ascii="Poppins" w:hAnsi="Poppins" w:cs="Poppins"/>
                <w:b/>
                <w:bCs/>
                <w:sz w:val="20"/>
              </w:rPr>
              <w:t xml:space="preserve">Marca Emmeti - Modello Circolatore elettronico </w:t>
            </w:r>
            <w:r w:rsidR="00D90303">
              <w:rPr>
                <w:rFonts w:ascii="Poppins" w:hAnsi="Poppins" w:cs="Poppins"/>
                <w:b/>
                <w:bCs/>
                <w:sz w:val="20"/>
              </w:rPr>
              <w:t>Shark CP</w:t>
            </w:r>
            <w:r w:rsidRPr="00A57167">
              <w:rPr>
                <w:rFonts w:ascii="Poppins" w:hAnsi="Poppins" w:cs="Poppins"/>
                <w:b/>
                <w:bCs/>
                <w:sz w:val="20"/>
              </w:rPr>
              <w:t xml:space="preserve"> 2</w:t>
            </w:r>
            <w:r w:rsidR="00D90303">
              <w:rPr>
                <w:rFonts w:ascii="Poppins" w:hAnsi="Poppins" w:cs="Poppins"/>
                <w:b/>
                <w:bCs/>
                <w:sz w:val="20"/>
              </w:rPr>
              <w:t>5</w:t>
            </w:r>
            <w:r w:rsidRPr="00A57167">
              <w:rPr>
                <w:rFonts w:ascii="Poppins" w:hAnsi="Poppins" w:cs="Poppins"/>
                <w:b/>
                <w:bCs/>
                <w:sz w:val="20"/>
              </w:rPr>
              <w:t>/6-130 o equivalente.</w:t>
            </w:r>
          </w:p>
        </w:tc>
      </w:tr>
      <w:tr w:rsidR="00EE41C3" w14:paraId="619F3B8A" w14:textId="77777777" w:rsidTr="002823FF">
        <w:tc>
          <w:tcPr>
            <w:tcW w:w="1398" w:type="dxa"/>
          </w:tcPr>
          <w:p w14:paraId="2345ED61" w14:textId="09096476" w:rsidR="00EE41C3" w:rsidRPr="00525924" w:rsidRDefault="00EE41C3" w:rsidP="00EE41C3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525924">
              <w:rPr>
                <w:rFonts w:ascii="Poppins" w:hAnsi="Poppins" w:cs="Poppins"/>
                <w:bCs/>
                <w:sz w:val="20"/>
              </w:rPr>
              <w:t>00710</w:t>
            </w:r>
            <w:r>
              <w:rPr>
                <w:rFonts w:ascii="Poppins" w:hAnsi="Poppins" w:cs="Poppins"/>
                <w:bCs/>
                <w:sz w:val="20"/>
              </w:rPr>
              <w:t>378</w:t>
            </w:r>
          </w:p>
        </w:tc>
        <w:tc>
          <w:tcPr>
            <w:tcW w:w="2297" w:type="dxa"/>
          </w:tcPr>
          <w:p w14:paraId="4CB0550A" w14:textId="5904A01F" w:rsidR="00EE41C3" w:rsidRPr="00A57167" w:rsidRDefault="00EE41C3" w:rsidP="00EE41C3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A57167">
              <w:rPr>
                <w:rFonts w:ascii="Poppins" w:hAnsi="Poppins" w:cs="Poppins"/>
                <w:bCs/>
                <w:sz w:val="20"/>
              </w:rPr>
              <w:t xml:space="preserve">Circolatore elettronico </w:t>
            </w:r>
            <w:r>
              <w:rPr>
                <w:rFonts w:ascii="Poppins" w:hAnsi="Poppins" w:cs="Poppins"/>
                <w:bCs/>
                <w:sz w:val="20"/>
              </w:rPr>
              <w:t>Shark CP 25/</w:t>
            </w:r>
            <w:r>
              <w:rPr>
                <w:rFonts w:ascii="Poppins" w:hAnsi="Poppins" w:cs="Poppins"/>
                <w:bCs/>
                <w:sz w:val="20"/>
              </w:rPr>
              <w:t>7</w:t>
            </w:r>
            <w:r>
              <w:rPr>
                <w:rFonts w:ascii="Poppins" w:hAnsi="Poppins" w:cs="Poppins"/>
                <w:bCs/>
                <w:sz w:val="20"/>
              </w:rPr>
              <w:t>-130</w:t>
            </w:r>
          </w:p>
        </w:tc>
        <w:tc>
          <w:tcPr>
            <w:tcW w:w="5803" w:type="dxa"/>
          </w:tcPr>
          <w:p w14:paraId="6AE72900" w14:textId="77777777" w:rsidR="00EE41C3" w:rsidRPr="00A57167" w:rsidRDefault="00EE41C3" w:rsidP="00EE41C3">
            <w:pPr>
              <w:jc w:val="both"/>
              <w:rPr>
                <w:rFonts w:ascii="Poppins" w:hAnsi="Poppins" w:cs="Poppins"/>
                <w:sz w:val="20"/>
              </w:rPr>
            </w:pPr>
            <w:r w:rsidRPr="00A57167">
              <w:rPr>
                <w:rFonts w:ascii="Poppins" w:hAnsi="Poppins" w:cs="Poppins"/>
                <w:sz w:val="20"/>
              </w:rPr>
              <w:t xml:space="preserve">Circolatore elettronico per impianti di riscaldamento </w:t>
            </w:r>
            <w:r>
              <w:rPr>
                <w:rFonts w:ascii="Poppins" w:hAnsi="Poppins" w:cs="Poppins"/>
                <w:sz w:val="20"/>
              </w:rPr>
              <w:t>Shark CP</w:t>
            </w:r>
            <w:r w:rsidRPr="00A57167">
              <w:rPr>
                <w:rFonts w:ascii="Poppins" w:hAnsi="Poppins" w:cs="Poppins"/>
                <w:sz w:val="20"/>
              </w:rPr>
              <w:t>.</w:t>
            </w:r>
          </w:p>
          <w:p w14:paraId="411CC835" w14:textId="77777777" w:rsidR="00EE41C3" w:rsidRPr="00A57167" w:rsidRDefault="00EE41C3" w:rsidP="00EE41C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8395F9E" w14:textId="77777777" w:rsidR="00EE41C3" w:rsidRPr="00A57167" w:rsidRDefault="00EE41C3" w:rsidP="00EE41C3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A57167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1C15D305" w14:textId="77777777" w:rsidR="00EE41C3" w:rsidRPr="00A57167" w:rsidRDefault="00EE41C3" w:rsidP="00EE41C3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lang w:val="pt-BR"/>
              </w:rPr>
            </w:pPr>
            <w:r w:rsidRPr="00A57167">
              <w:rPr>
                <w:rFonts w:ascii="Poppins" w:hAnsi="Poppins" w:cs="Poppins"/>
                <w:lang w:val="pt-BR"/>
              </w:rPr>
              <w:t>Temperatura fluido: da -10°C a +95°C</w:t>
            </w:r>
          </w:p>
          <w:p w14:paraId="0C4D1726" w14:textId="77777777" w:rsidR="00EE41C3" w:rsidRPr="00A57167" w:rsidRDefault="00EE41C3" w:rsidP="00EE41C3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A57167">
              <w:rPr>
                <w:rFonts w:ascii="Poppins" w:hAnsi="Poppins" w:cs="Poppins"/>
              </w:rPr>
              <w:t>Alimentazione di rete: 1-230 V</w:t>
            </w:r>
            <w:r>
              <w:rPr>
                <w:rFonts w:ascii="Poppins" w:hAnsi="Poppins" w:cs="Poppins"/>
              </w:rPr>
              <w:t>,</w:t>
            </w:r>
            <w:r w:rsidRPr="00A57167">
              <w:rPr>
                <w:rFonts w:ascii="Poppins" w:hAnsi="Poppins" w:cs="Poppins"/>
              </w:rPr>
              <w:t xml:space="preserve"> 50 Hz</w:t>
            </w:r>
          </w:p>
          <w:p w14:paraId="047DC65B" w14:textId="77777777" w:rsidR="00EE41C3" w:rsidRPr="00A57167" w:rsidRDefault="00EE41C3" w:rsidP="00EE41C3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A57167">
              <w:rPr>
                <w:rFonts w:ascii="Poppins" w:hAnsi="Poppins" w:cs="Poppins"/>
              </w:rPr>
              <w:t>Grado di protezione: IPX</w:t>
            </w:r>
            <w:r>
              <w:rPr>
                <w:rFonts w:ascii="Poppins" w:hAnsi="Poppins" w:cs="Poppins"/>
              </w:rPr>
              <w:t>2</w:t>
            </w:r>
            <w:r w:rsidRPr="00A57167">
              <w:rPr>
                <w:rFonts w:ascii="Poppins" w:hAnsi="Poppins" w:cs="Poppins"/>
              </w:rPr>
              <w:t>D</w:t>
            </w:r>
          </w:p>
          <w:p w14:paraId="682F315A" w14:textId="77777777" w:rsidR="00EE41C3" w:rsidRPr="00A57167" w:rsidRDefault="00EE41C3" w:rsidP="00EE41C3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A57167">
              <w:rPr>
                <w:rFonts w:ascii="Poppins" w:hAnsi="Poppins" w:cs="Poppins"/>
              </w:rPr>
              <w:t xml:space="preserve">Pressione massima di esercizio: </w:t>
            </w:r>
            <w:r>
              <w:rPr>
                <w:rFonts w:ascii="Poppins" w:hAnsi="Poppins" w:cs="Poppins"/>
              </w:rPr>
              <w:t>6</w:t>
            </w:r>
            <w:r w:rsidRPr="00A57167">
              <w:rPr>
                <w:rFonts w:ascii="Poppins" w:hAnsi="Poppins" w:cs="Poppins"/>
              </w:rPr>
              <w:t xml:space="preserve"> bar</w:t>
            </w:r>
          </w:p>
          <w:p w14:paraId="75852E8C" w14:textId="1487BD30" w:rsidR="00EE41C3" w:rsidRPr="00A57167" w:rsidRDefault="00EE41C3" w:rsidP="00EE41C3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A57167">
              <w:rPr>
                <w:rFonts w:ascii="Poppins" w:hAnsi="Poppins" w:cs="Poppins"/>
              </w:rPr>
              <w:t xml:space="preserve">Potenza assorbita: </w:t>
            </w:r>
            <w:r>
              <w:rPr>
                <w:rFonts w:ascii="Poppins" w:hAnsi="Poppins" w:cs="Poppins"/>
              </w:rPr>
              <w:t>4-75</w:t>
            </w:r>
            <w:r w:rsidRPr="00A57167">
              <w:rPr>
                <w:rFonts w:ascii="Poppins" w:hAnsi="Poppins" w:cs="Poppins"/>
              </w:rPr>
              <w:t xml:space="preserve"> W</w:t>
            </w:r>
          </w:p>
          <w:p w14:paraId="11579D6F" w14:textId="77777777" w:rsidR="00EE41C3" w:rsidRPr="00A57167" w:rsidRDefault="00EE41C3" w:rsidP="00EE41C3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A57167">
              <w:rPr>
                <w:rFonts w:ascii="Poppins" w:hAnsi="Poppins" w:cs="Poppins"/>
              </w:rPr>
              <w:t>Attacchi: 1"1/2 Maschio</w:t>
            </w:r>
          </w:p>
          <w:p w14:paraId="693F6671" w14:textId="77777777" w:rsidR="00EE41C3" w:rsidRPr="00A57167" w:rsidRDefault="00EE41C3" w:rsidP="00EE41C3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A57167">
              <w:rPr>
                <w:rFonts w:ascii="Poppins" w:hAnsi="Poppins" w:cs="Poppins"/>
              </w:rPr>
              <w:t>Interasse attacchi: 130 mm</w:t>
            </w:r>
          </w:p>
          <w:p w14:paraId="4049E2F4" w14:textId="77777777" w:rsidR="00EE41C3" w:rsidRDefault="00EE41C3" w:rsidP="00EE41C3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A57167">
              <w:rPr>
                <w:rFonts w:ascii="Poppins" w:hAnsi="Poppins" w:cs="Poppins"/>
              </w:rPr>
              <w:t>EEI ≤ 0,2</w:t>
            </w:r>
            <w:r>
              <w:rPr>
                <w:rFonts w:ascii="Poppins" w:hAnsi="Poppins" w:cs="Poppins"/>
              </w:rPr>
              <w:t>3</w:t>
            </w:r>
          </w:p>
          <w:p w14:paraId="6D9485AD" w14:textId="77777777" w:rsidR="00EE41C3" w:rsidRPr="00D90303" w:rsidRDefault="00EE41C3" w:rsidP="00EE41C3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75D93249" w14:textId="77777777" w:rsidR="00EE41C3" w:rsidRPr="00D90303" w:rsidRDefault="00EE41C3" w:rsidP="00EE41C3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  <w:r>
              <w:rPr>
                <w:rFonts w:ascii="Poppins" w:hAnsi="Poppins" w:cs="Poppins"/>
                <w:sz w:val="20"/>
                <w:szCs w:val="16"/>
              </w:rPr>
              <w:t>Fluidi consentiti: acqua di riscaldamento e raffrescamento; miscele di acqua e glicole (max 1:1).</w:t>
            </w:r>
          </w:p>
          <w:p w14:paraId="286AFEDA" w14:textId="77777777" w:rsidR="00EE41C3" w:rsidRPr="00D90303" w:rsidRDefault="00EE41C3" w:rsidP="00EE41C3">
            <w:pPr>
              <w:jc w:val="both"/>
              <w:rPr>
                <w:rFonts w:ascii="Poppins" w:hAnsi="Poppins" w:cs="Poppins"/>
                <w:sz w:val="16"/>
                <w:szCs w:val="16"/>
              </w:rPr>
            </w:pPr>
          </w:p>
          <w:p w14:paraId="23BB4051" w14:textId="1C8EA0E5" w:rsidR="00EE41C3" w:rsidRPr="00A57167" w:rsidRDefault="00EE41C3" w:rsidP="00EE41C3">
            <w:pPr>
              <w:jc w:val="both"/>
              <w:rPr>
                <w:rFonts w:ascii="Poppins" w:hAnsi="Poppins" w:cs="Poppins"/>
                <w:sz w:val="20"/>
              </w:rPr>
            </w:pPr>
            <w:r w:rsidRPr="00A57167">
              <w:rPr>
                <w:rFonts w:ascii="Poppins" w:hAnsi="Poppins" w:cs="Poppins"/>
                <w:b/>
                <w:bCs/>
                <w:sz w:val="20"/>
              </w:rPr>
              <w:t xml:space="preserve">Marca Emmeti - Modello Circolatore elettronico </w:t>
            </w:r>
            <w:r>
              <w:rPr>
                <w:rFonts w:ascii="Poppins" w:hAnsi="Poppins" w:cs="Poppins"/>
                <w:b/>
                <w:bCs/>
                <w:sz w:val="20"/>
              </w:rPr>
              <w:t>Shark CP</w:t>
            </w:r>
            <w:r w:rsidRPr="00A57167">
              <w:rPr>
                <w:rFonts w:ascii="Poppins" w:hAnsi="Poppins" w:cs="Poppins"/>
                <w:b/>
                <w:bCs/>
                <w:sz w:val="20"/>
              </w:rPr>
              <w:t xml:space="preserve"> 2</w:t>
            </w:r>
            <w:r>
              <w:rPr>
                <w:rFonts w:ascii="Poppins" w:hAnsi="Poppins" w:cs="Poppins"/>
                <w:b/>
                <w:bCs/>
                <w:sz w:val="20"/>
              </w:rPr>
              <w:t>5</w:t>
            </w:r>
            <w:r w:rsidRPr="00A57167">
              <w:rPr>
                <w:rFonts w:ascii="Poppins" w:hAnsi="Poppins" w:cs="Poppins"/>
                <w:b/>
                <w:bCs/>
                <w:sz w:val="20"/>
              </w:rPr>
              <w:t>/</w:t>
            </w:r>
            <w:r>
              <w:rPr>
                <w:rFonts w:ascii="Poppins" w:hAnsi="Poppins" w:cs="Poppins"/>
                <w:b/>
                <w:bCs/>
                <w:sz w:val="20"/>
              </w:rPr>
              <w:t>7</w:t>
            </w:r>
            <w:r w:rsidRPr="00A57167">
              <w:rPr>
                <w:rFonts w:ascii="Poppins" w:hAnsi="Poppins" w:cs="Poppins"/>
                <w:b/>
                <w:bCs/>
                <w:sz w:val="20"/>
              </w:rPr>
              <w:t>-130 o equivalente.</w:t>
            </w:r>
          </w:p>
        </w:tc>
      </w:tr>
      <w:tr w:rsidR="00A57167" w14:paraId="3639F04C" w14:textId="77777777" w:rsidTr="002823FF">
        <w:tc>
          <w:tcPr>
            <w:tcW w:w="1398" w:type="dxa"/>
          </w:tcPr>
          <w:p w14:paraId="115C9893" w14:textId="77777777" w:rsidR="00A57167" w:rsidRPr="00525924" w:rsidRDefault="00A57167" w:rsidP="00A5716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525924">
              <w:rPr>
                <w:rFonts w:ascii="Poppins" w:hAnsi="Poppins" w:cs="Poppins"/>
                <w:bCs/>
                <w:sz w:val="20"/>
              </w:rPr>
              <w:t>00801034</w:t>
            </w:r>
          </w:p>
        </w:tc>
        <w:tc>
          <w:tcPr>
            <w:tcW w:w="2297" w:type="dxa"/>
          </w:tcPr>
          <w:p w14:paraId="285600F7" w14:textId="77777777" w:rsidR="00A57167" w:rsidRPr="00525924" w:rsidRDefault="00A57167" w:rsidP="00A5716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525924">
              <w:rPr>
                <w:rFonts w:ascii="Poppins" w:hAnsi="Poppins" w:cs="Poppins"/>
                <w:bCs/>
                <w:sz w:val="20"/>
              </w:rPr>
              <w:t>Coppia bocchettoni in ottone per circolatori</w:t>
            </w:r>
          </w:p>
          <w:p w14:paraId="066FDB1A" w14:textId="77777777" w:rsidR="00A57167" w:rsidRPr="00525924" w:rsidRDefault="00A57167" w:rsidP="00A5716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525924">
              <w:rPr>
                <w:rFonts w:ascii="Poppins" w:hAnsi="Poppins" w:cs="Poppins"/>
                <w:bCs/>
                <w:sz w:val="20"/>
              </w:rPr>
              <w:t>3/4" F x 1”1/2 F</w:t>
            </w:r>
          </w:p>
        </w:tc>
        <w:tc>
          <w:tcPr>
            <w:tcW w:w="5803" w:type="dxa"/>
          </w:tcPr>
          <w:p w14:paraId="0C351FFB" w14:textId="77777777" w:rsidR="00A57167" w:rsidRPr="00525924" w:rsidRDefault="00A57167" w:rsidP="00A57167">
            <w:pPr>
              <w:jc w:val="both"/>
              <w:rPr>
                <w:rFonts w:ascii="Poppins" w:hAnsi="Poppins" w:cs="Poppins"/>
                <w:sz w:val="20"/>
              </w:rPr>
            </w:pPr>
            <w:r w:rsidRPr="00525924">
              <w:rPr>
                <w:rFonts w:ascii="Poppins" w:hAnsi="Poppins" w:cs="Poppins"/>
                <w:sz w:val="20"/>
              </w:rPr>
              <w:t xml:space="preserve">Coppia di bocchettoni in ottone per circolatori, forniti completi di guarnizioni. </w:t>
            </w:r>
          </w:p>
          <w:p w14:paraId="6D18A81D" w14:textId="77777777" w:rsidR="00A57167" w:rsidRPr="00525924" w:rsidRDefault="00A57167" w:rsidP="00A5716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5F648C2" w14:textId="77777777" w:rsidR="00A57167" w:rsidRPr="00525924" w:rsidRDefault="00A57167" w:rsidP="00A5716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525924">
              <w:rPr>
                <w:rFonts w:ascii="Poppins" w:hAnsi="Poppins" w:cs="Poppins"/>
                <w:sz w:val="20"/>
              </w:rPr>
              <w:t xml:space="preserve">Misura: </w:t>
            </w:r>
            <w:r w:rsidRPr="00525924">
              <w:rPr>
                <w:rFonts w:ascii="Poppins" w:hAnsi="Poppins" w:cs="Poppins"/>
                <w:bCs/>
                <w:sz w:val="20"/>
              </w:rPr>
              <w:t>3/4" F x 1”1/2 F</w:t>
            </w:r>
          </w:p>
          <w:p w14:paraId="34522DCB" w14:textId="77777777" w:rsidR="00A57167" w:rsidRPr="00525924" w:rsidRDefault="00A57167" w:rsidP="00A5716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FB38D20" w14:textId="77777777" w:rsidR="00A57167" w:rsidRPr="00525924" w:rsidRDefault="00A57167" w:rsidP="00A57167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525924">
              <w:rPr>
                <w:rFonts w:ascii="Poppins" w:hAnsi="Poppins" w:cs="Poppins"/>
                <w:b/>
                <w:sz w:val="20"/>
              </w:rPr>
              <w:t>Marca EMMETI - Modello Coppia bocchettoni in ottone per circolatori 3/4" F x 1”1/2 F o equivalente</w:t>
            </w:r>
          </w:p>
        </w:tc>
      </w:tr>
      <w:tr w:rsidR="00A57167" w:rsidRPr="00B95D1B" w14:paraId="52F83BBE" w14:textId="77777777" w:rsidTr="002823FF">
        <w:tc>
          <w:tcPr>
            <w:tcW w:w="1398" w:type="dxa"/>
          </w:tcPr>
          <w:p w14:paraId="67C46E1F" w14:textId="77777777" w:rsidR="00A57167" w:rsidRPr="00525924" w:rsidRDefault="00A57167" w:rsidP="00A5716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525924">
              <w:rPr>
                <w:rFonts w:ascii="Poppins" w:hAnsi="Poppins" w:cs="Poppins"/>
                <w:bCs/>
                <w:sz w:val="20"/>
              </w:rPr>
              <w:lastRenderedPageBreak/>
              <w:t>00801100</w:t>
            </w:r>
          </w:p>
        </w:tc>
        <w:tc>
          <w:tcPr>
            <w:tcW w:w="2297" w:type="dxa"/>
          </w:tcPr>
          <w:p w14:paraId="75C18548" w14:textId="77777777" w:rsidR="00A57167" w:rsidRPr="00525924" w:rsidRDefault="00A57167" w:rsidP="00A5716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525924">
              <w:rPr>
                <w:rFonts w:ascii="Poppins" w:hAnsi="Poppins" w:cs="Poppins"/>
                <w:bCs/>
                <w:sz w:val="20"/>
              </w:rPr>
              <w:t>Coppia bocchettoni in ottone per circolatori</w:t>
            </w:r>
          </w:p>
          <w:p w14:paraId="1C231C2F" w14:textId="77777777" w:rsidR="00A57167" w:rsidRPr="00525924" w:rsidRDefault="00A57167" w:rsidP="00A5716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525924">
              <w:rPr>
                <w:rFonts w:ascii="Poppins" w:hAnsi="Poppins" w:cs="Poppins"/>
                <w:bCs/>
                <w:sz w:val="20"/>
              </w:rPr>
              <w:t>1" F x 1”1/2 F</w:t>
            </w:r>
          </w:p>
        </w:tc>
        <w:tc>
          <w:tcPr>
            <w:tcW w:w="5803" w:type="dxa"/>
          </w:tcPr>
          <w:p w14:paraId="09FD08D3" w14:textId="77777777" w:rsidR="00A57167" w:rsidRPr="00525924" w:rsidRDefault="00A57167" w:rsidP="00A57167">
            <w:pPr>
              <w:jc w:val="both"/>
              <w:rPr>
                <w:rFonts w:ascii="Poppins" w:hAnsi="Poppins" w:cs="Poppins"/>
                <w:sz w:val="20"/>
              </w:rPr>
            </w:pPr>
            <w:r w:rsidRPr="00525924">
              <w:rPr>
                <w:rFonts w:ascii="Poppins" w:hAnsi="Poppins" w:cs="Poppins"/>
                <w:sz w:val="20"/>
              </w:rPr>
              <w:t xml:space="preserve">Coppia di bocchettoni in ottone per circolatori, forniti completi di guarnizioni. </w:t>
            </w:r>
          </w:p>
          <w:p w14:paraId="4B4840A5" w14:textId="77777777" w:rsidR="00A57167" w:rsidRPr="00525924" w:rsidRDefault="00A57167" w:rsidP="00A5716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DE4EA69" w14:textId="77777777" w:rsidR="00A57167" w:rsidRPr="00525924" w:rsidRDefault="00A57167" w:rsidP="00A5716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525924">
              <w:rPr>
                <w:rFonts w:ascii="Poppins" w:hAnsi="Poppins" w:cs="Poppins"/>
                <w:sz w:val="20"/>
              </w:rPr>
              <w:t xml:space="preserve">Misura: </w:t>
            </w:r>
            <w:r w:rsidRPr="00525924">
              <w:rPr>
                <w:rFonts w:ascii="Poppins" w:hAnsi="Poppins" w:cs="Poppins"/>
                <w:bCs/>
                <w:sz w:val="20"/>
              </w:rPr>
              <w:t>1" F x 1”1/2 F</w:t>
            </w:r>
          </w:p>
          <w:p w14:paraId="42018A46" w14:textId="77777777" w:rsidR="00A57167" w:rsidRPr="00525924" w:rsidRDefault="00A57167" w:rsidP="00A5716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02267E2" w14:textId="77777777" w:rsidR="00A57167" w:rsidRPr="00525924" w:rsidRDefault="00A57167" w:rsidP="00A57167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525924">
              <w:rPr>
                <w:rFonts w:ascii="Poppins" w:hAnsi="Poppins" w:cs="Poppins"/>
                <w:b/>
                <w:sz w:val="20"/>
              </w:rPr>
              <w:t>Marca EMMETI - Modello Coppia bocchettoni in ottone per circolatori 1" F x 1”1/2 F o equivalente</w:t>
            </w:r>
          </w:p>
        </w:tc>
      </w:tr>
      <w:tr w:rsidR="00A57167" w:rsidRPr="00B95D1B" w14:paraId="4152DDB6" w14:textId="77777777" w:rsidTr="002823FF">
        <w:tc>
          <w:tcPr>
            <w:tcW w:w="1398" w:type="dxa"/>
          </w:tcPr>
          <w:p w14:paraId="1818BE6B" w14:textId="77777777" w:rsidR="00A57167" w:rsidRPr="00525924" w:rsidRDefault="00A57167" w:rsidP="00A5716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525924">
              <w:rPr>
                <w:rFonts w:ascii="Poppins" w:hAnsi="Poppins" w:cs="Poppins"/>
                <w:bCs/>
                <w:sz w:val="20"/>
              </w:rPr>
              <w:t>00801114</w:t>
            </w:r>
          </w:p>
        </w:tc>
        <w:tc>
          <w:tcPr>
            <w:tcW w:w="2297" w:type="dxa"/>
          </w:tcPr>
          <w:p w14:paraId="084DD2E9" w14:textId="77777777" w:rsidR="00A57167" w:rsidRPr="00525924" w:rsidRDefault="00A57167" w:rsidP="00A5716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525924">
              <w:rPr>
                <w:rFonts w:ascii="Poppins" w:hAnsi="Poppins" w:cs="Poppins"/>
                <w:bCs/>
                <w:sz w:val="20"/>
              </w:rPr>
              <w:t>Coppia bocchettoni in ottone per circolatori</w:t>
            </w:r>
          </w:p>
          <w:p w14:paraId="2CA0E56D" w14:textId="77777777" w:rsidR="00A57167" w:rsidRPr="00525924" w:rsidRDefault="00A57167" w:rsidP="00A5716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525924">
              <w:rPr>
                <w:rFonts w:ascii="Poppins" w:hAnsi="Poppins" w:cs="Poppins"/>
                <w:bCs/>
                <w:sz w:val="20"/>
              </w:rPr>
              <w:t>1"1/4 M x 1”1/2 F</w:t>
            </w:r>
          </w:p>
        </w:tc>
        <w:tc>
          <w:tcPr>
            <w:tcW w:w="5803" w:type="dxa"/>
          </w:tcPr>
          <w:p w14:paraId="338E4397" w14:textId="77777777" w:rsidR="00A57167" w:rsidRPr="00525924" w:rsidRDefault="00A57167" w:rsidP="00A57167">
            <w:pPr>
              <w:jc w:val="both"/>
              <w:rPr>
                <w:rFonts w:ascii="Poppins" w:hAnsi="Poppins" w:cs="Poppins"/>
                <w:sz w:val="20"/>
              </w:rPr>
            </w:pPr>
            <w:r w:rsidRPr="00525924">
              <w:rPr>
                <w:rFonts w:ascii="Poppins" w:hAnsi="Poppins" w:cs="Poppins"/>
                <w:sz w:val="20"/>
              </w:rPr>
              <w:t xml:space="preserve">Coppia di bocchettoni in ottone per circolatori, forniti completi di guarnizioni. </w:t>
            </w:r>
          </w:p>
          <w:p w14:paraId="73C3CC26" w14:textId="77777777" w:rsidR="00A57167" w:rsidRPr="00525924" w:rsidRDefault="00A57167" w:rsidP="00A5716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97BB4E8" w14:textId="77777777" w:rsidR="00A57167" w:rsidRPr="00525924" w:rsidRDefault="00A57167" w:rsidP="00A5716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525924">
              <w:rPr>
                <w:rFonts w:ascii="Poppins" w:hAnsi="Poppins" w:cs="Poppins"/>
                <w:sz w:val="20"/>
              </w:rPr>
              <w:t xml:space="preserve">Misura: </w:t>
            </w:r>
            <w:r w:rsidRPr="00525924">
              <w:rPr>
                <w:rFonts w:ascii="Poppins" w:hAnsi="Poppins" w:cs="Poppins"/>
                <w:bCs/>
                <w:sz w:val="20"/>
              </w:rPr>
              <w:t>1"1/4 M x 1”1/2 F</w:t>
            </w:r>
          </w:p>
          <w:p w14:paraId="59D7FFB9" w14:textId="77777777" w:rsidR="00A57167" w:rsidRPr="00525924" w:rsidRDefault="00A57167" w:rsidP="00A5716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E7A3512" w14:textId="77777777" w:rsidR="00A57167" w:rsidRPr="00525924" w:rsidRDefault="00A57167" w:rsidP="00A57167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525924">
              <w:rPr>
                <w:rFonts w:ascii="Poppins" w:hAnsi="Poppins" w:cs="Poppins"/>
                <w:b/>
                <w:sz w:val="20"/>
              </w:rPr>
              <w:t>Marca EMMETI - Modello Coppia bocchettoni in ottone per circolatori 1"1/4 M x 1”1/2 F o equivalente</w:t>
            </w:r>
          </w:p>
        </w:tc>
      </w:tr>
      <w:tr w:rsidR="00A57167" w:rsidRPr="00B95D1B" w14:paraId="42362C0C" w14:textId="77777777" w:rsidTr="002823FF">
        <w:tc>
          <w:tcPr>
            <w:tcW w:w="1398" w:type="dxa"/>
          </w:tcPr>
          <w:p w14:paraId="231077B8" w14:textId="77777777" w:rsidR="00A57167" w:rsidRPr="00525924" w:rsidRDefault="00A57167" w:rsidP="00A5716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525924">
              <w:rPr>
                <w:rFonts w:ascii="Poppins" w:hAnsi="Poppins" w:cs="Poppins"/>
                <w:bCs/>
                <w:sz w:val="20"/>
              </w:rPr>
              <w:t>00801130</w:t>
            </w:r>
          </w:p>
        </w:tc>
        <w:tc>
          <w:tcPr>
            <w:tcW w:w="2297" w:type="dxa"/>
          </w:tcPr>
          <w:p w14:paraId="49CD9733" w14:textId="77777777" w:rsidR="00A57167" w:rsidRPr="00525924" w:rsidRDefault="00A57167" w:rsidP="00A5716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525924">
              <w:rPr>
                <w:rFonts w:ascii="Poppins" w:hAnsi="Poppins" w:cs="Poppins"/>
                <w:bCs/>
                <w:sz w:val="20"/>
              </w:rPr>
              <w:t>Coppia bocchettoni in ottone per circolatori</w:t>
            </w:r>
          </w:p>
          <w:p w14:paraId="6F2E52B2" w14:textId="77777777" w:rsidR="00A57167" w:rsidRPr="00525924" w:rsidRDefault="00A57167" w:rsidP="00A5716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525924">
              <w:rPr>
                <w:rFonts w:ascii="Poppins" w:hAnsi="Poppins" w:cs="Poppins"/>
                <w:bCs/>
                <w:sz w:val="20"/>
              </w:rPr>
              <w:t>1"1/4 F x 2” F</w:t>
            </w:r>
          </w:p>
        </w:tc>
        <w:tc>
          <w:tcPr>
            <w:tcW w:w="5803" w:type="dxa"/>
          </w:tcPr>
          <w:p w14:paraId="5F276854" w14:textId="77777777" w:rsidR="00A57167" w:rsidRPr="00525924" w:rsidRDefault="00A57167" w:rsidP="00A57167">
            <w:pPr>
              <w:jc w:val="both"/>
              <w:rPr>
                <w:rFonts w:ascii="Poppins" w:hAnsi="Poppins" w:cs="Poppins"/>
                <w:sz w:val="20"/>
              </w:rPr>
            </w:pPr>
            <w:r w:rsidRPr="00525924">
              <w:rPr>
                <w:rFonts w:ascii="Poppins" w:hAnsi="Poppins" w:cs="Poppins"/>
                <w:sz w:val="20"/>
              </w:rPr>
              <w:t xml:space="preserve">Coppia di bocchettoni in ottone per circolatori, forniti completi di guarnizioni. </w:t>
            </w:r>
          </w:p>
          <w:p w14:paraId="05DA4D7D" w14:textId="77777777" w:rsidR="00A57167" w:rsidRPr="00525924" w:rsidRDefault="00A57167" w:rsidP="00A5716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2DB6843" w14:textId="77777777" w:rsidR="00A57167" w:rsidRPr="00525924" w:rsidRDefault="00A57167" w:rsidP="00A5716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525924">
              <w:rPr>
                <w:rFonts w:ascii="Poppins" w:hAnsi="Poppins" w:cs="Poppins"/>
                <w:sz w:val="20"/>
              </w:rPr>
              <w:t xml:space="preserve">Misura: </w:t>
            </w:r>
            <w:r w:rsidRPr="00525924">
              <w:rPr>
                <w:rFonts w:ascii="Poppins" w:hAnsi="Poppins" w:cs="Poppins"/>
                <w:bCs/>
                <w:sz w:val="20"/>
              </w:rPr>
              <w:t>1"1/4 F x 2” F</w:t>
            </w:r>
          </w:p>
          <w:p w14:paraId="563BA07D" w14:textId="77777777" w:rsidR="00A57167" w:rsidRPr="00525924" w:rsidRDefault="00A57167" w:rsidP="00A5716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888C68F" w14:textId="77777777" w:rsidR="00A57167" w:rsidRPr="00525924" w:rsidRDefault="00A57167" w:rsidP="00A57167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525924">
              <w:rPr>
                <w:rFonts w:ascii="Poppins" w:hAnsi="Poppins" w:cs="Poppins"/>
                <w:b/>
                <w:sz w:val="20"/>
              </w:rPr>
              <w:t>Marca EMMETI - Modello Coppia bocchettoni in ottone per circolatori 1"1/4 F x 2” F o equivalente</w:t>
            </w:r>
          </w:p>
        </w:tc>
      </w:tr>
      <w:tr w:rsidR="00A57167" w:rsidRPr="00B95D1B" w14:paraId="2EE33852" w14:textId="77777777" w:rsidTr="002823FF">
        <w:tc>
          <w:tcPr>
            <w:tcW w:w="1398" w:type="dxa"/>
          </w:tcPr>
          <w:p w14:paraId="3344A8DE" w14:textId="77777777" w:rsidR="00A57167" w:rsidRPr="00525924" w:rsidRDefault="00A57167" w:rsidP="00A5716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525924">
              <w:rPr>
                <w:rFonts w:ascii="Poppins" w:hAnsi="Poppins" w:cs="Poppins"/>
                <w:bCs/>
                <w:sz w:val="20"/>
              </w:rPr>
              <w:t>28130312</w:t>
            </w:r>
          </w:p>
        </w:tc>
        <w:tc>
          <w:tcPr>
            <w:tcW w:w="2297" w:type="dxa"/>
          </w:tcPr>
          <w:p w14:paraId="6C0F24B0" w14:textId="77777777" w:rsidR="00A57167" w:rsidRPr="00525924" w:rsidRDefault="00A57167" w:rsidP="00A5716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525924">
              <w:rPr>
                <w:rFonts w:ascii="Poppins" w:hAnsi="Poppins" w:cs="Poppins"/>
                <w:bCs/>
                <w:sz w:val="20"/>
              </w:rPr>
              <w:t>Coppia bocchettoni in ottone per circolatori</w:t>
            </w:r>
          </w:p>
          <w:p w14:paraId="1BFF5E30" w14:textId="77777777" w:rsidR="00A57167" w:rsidRPr="00525924" w:rsidRDefault="00A57167" w:rsidP="00A5716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525924">
              <w:rPr>
                <w:rFonts w:ascii="Poppins" w:hAnsi="Poppins" w:cs="Poppins"/>
                <w:bCs/>
                <w:sz w:val="20"/>
              </w:rPr>
              <w:t>1" F x 1/2" F</w:t>
            </w:r>
          </w:p>
        </w:tc>
        <w:tc>
          <w:tcPr>
            <w:tcW w:w="5803" w:type="dxa"/>
          </w:tcPr>
          <w:p w14:paraId="2ECD20CB" w14:textId="77777777" w:rsidR="00A57167" w:rsidRPr="00525924" w:rsidRDefault="00A57167" w:rsidP="00A57167">
            <w:pPr>
              <w:jc w:val="both"/>
              <w:rPr>
                <w:rFonts w:ascii="Poppins" w:hAnsi="Poppins" w:cs="Poppins"/>
                <w:sz w:val="20"/>
              </w:rPr>
            </w:pPr>
            <w:r w:rsidRPr="00525924">
              <w:rPr>
                <w:rFonts w:ascii="Poppins" w:hAnsi="Poppins" w:cs="Poppins"/>
                <w:sz w:val="20"/>
              </w:rPr>
              <w:t xml:space="preserve">Coppia di bocchettoni in ottone per circolatori, forniti completi di guarnizioni. </w:t>
            </w:r>
          </w:p>
          <w:p w14:paraId="0E6FDEEB" w14:textId="77777777" w:rsidR="00A57167" w:rsidRPr="00525924" w:rsidRDefault="00A57167" w:rsidP="00A5716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4C7A8AC" w14:textId="77777777" w:rsidR="00A57167" w:rsidRPr="00525924" w:rsidRDefault="00A57167" w:rsidP="00A5716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525924">
              <w:rPr>
                <w:rFonts w:ascii="Poppins" w:hAnsi="Poppins" w:cs="Poppins"/>
                <w:sz w:val="20"/>
              </w:rPr>
              <w:t xml:space="preserve">Misura: </w:t>
            </w:r>
            <w:r w:rsidRPr="00525924">
              <w:rPr>
                <w:rFonts w:ascii="Poppins" w:hAnsi="Poppins" w:cs="Poppins"/>
                <w:bCs/>
                <w:sz w:val="20"/>
              </w:rPr>
              <w:t xml:space="preserve">1" F x 1/2" F </w:t>
            </w:r>
          </w:p>
          <w:p w14:paraId="2A9EBD61" w14:textId="77777777" w:rsidR="00A57167" w:rsidRPr="00525924" w:rsidRDefault="00A57167" w:rsidP="00A5716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6D4057C" w14:textId="77777777" w:rsidR="00A57167" w:rsidRPr="00525924" w:rsidRDefault="00A57167" w:rsidP="00A57167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525924">
              <w:rPr>
                <w:rFonts w:ascii="Poppins" w:hAnsi="Poppins" w:cs="Poppins"/>
                <w:b/>
                <w:sz w:val="20"/>
              </w:rPr>
              <w:t>Marca EMMETI - Modello Coppia bocchettoni in ottone per circolatori 1" F x 1/2" F o equivalente</w:t>
            </w:r>
          </w:p>
        </w:tc>
      </w:tr>
    </w:tbl>
    <w:p w14:paraId="5DF46632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8FBD4" w14:textId="77777777" w:rsidR="00492943" w:rsidRDefault="00492943">
      <w:r>
        <w:separator/>
      </w:r>
    </w:p>
  </w:endnote>
  <w:endnote w:type="continuationSeparator" w:id="0">
    <w:p w14:paraId="24411403" w14:textId="77777777" w:rsidR="00492943" w:rsidRDefault="00492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Calibri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G Omeg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0010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38E3F038" w14:textId="77777777" w:rsidTr="004706FD">
      <w:tc>
        <w:tcPr>
          <w:tcW w:w="4534" w:type="dxa"/>
        </w:tcPr>
        <w:p w14:paraId="3EAE4918" w14:textId="19984BB3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525924">
            <w:rPr>
              <w:rFonts w:ascii="Poppins" w:hAnsi="Poppins" w:cs="Poppins"/>
              <w:iCs/>
              <w:noProof/>
              <w:sz w:val="16"/>
            </w:rPr>
            <w:t xml:space="preserve">Circolatore </w:t>
          </w:r>
          <w:r w:rsidR="008B7850">
            <w:rPr>
              <w:rFonts w:ascii="Poppins" w:hAnsi="Poppins" w:cs="Poppins"/>
              <w:iCs/>
              <w:noProof/>
              <w:sz w:val="16"/>
            </w:rPr>
            <w:t>Shark CP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3F36EB0C" w14:textId="559F7B14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EE41C3">
            <w:rPr>
              <w:rFonts w:ascii="Poppins" w:hAnsi="Poppins" w:cs="Poppins"/>
              <w:noProof/>
              <w:sz w:val="14"/>
              <w:szCs w:val="14"/>
            </w:rPr>
            <w:t>2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1B836B6A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371DCEFB" wp14:editId="0D9A3520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ACAF9" w14:textId="77777777" w:rsidR="00492943" w:rsidRDefault="00492943">
      <w:r>
        <w:separator/>
      </w:r>
    </w:p>
  </w:footnote>
  <w:footnote w:type="continuationSeparator" w:id="0">
    <w:p w14:paraId="13A0E28F" w14:textId="77777777" w:rsidR="00492943" w:rsidRDefault="004929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C8B2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18888305" wp14:editId="48170B6A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76571E51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0732F879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8B6EF9"/>
    <w:multiLevelType w:val="hybridMultilevel"/>
    <w:tmpl w:val="AD8C6310"/>
    <w:lvl w:ilvl="0" w:tplc="250C93B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082531"/>
    <w:multiLevelType w:val="hybridMultilevel"/>
    <w:tmpl w:val="117E88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CB4114"/>
    <w:multiLevelType w:val="hybridMultilevel"/>
    <w:tmpl w:val="EEF00E78"/>
    <w:lvl w:ilvl="0" w:tplc="ED6E3A3E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36740485">
    <w:abstractNumId w:val="19"/>
  </w:num>
  <w:num w:numId="2" w16cid:durableId="1275601016">
    <w:abstractNumId w:val="18"/>
  </w:num>
  <w:num w:numId="3" w16cid:durableId="366949582">
    <w:abstractNumId w:val="7"/>
  </w:num>
  <w:num w:numId="4" w16cid:durableId="234362958">
    <w:abstractNumId w:val="3"/>
  </w:num>
  <w:num w:numId="5" w16cid:durableId="333999684">
    <w:abstractNumId w:val="15"/>
  </w:num>
  <w:num w:numId="6" w16cid:durableId="948662897">
    <w:abstractNumId w:val="13"/>
  </w:num>
  <w:num w:numId="7" w16cid:durableId="593129537">
    <w:abstractNumId w:val="9"/>
  </w:num>
  <w:num w:numId="8" w16cid:durableId="1828354982">
    <w:abstractNumId w:val="13"/>
  </w:num>
  <w:num w:numId="9" w16cid:durableId="2143496749">
    <w:abstractNumId w:val="0"/>
  </w:num>
  <w:num w:numId="10" w16cid:durableId="1117338473">
    <w:abstractNumId w:val="13"/>
  </w:num>
  <w:num w:numId="11" w16cid:durableId="1998217181">
    <w:abstractNumId w:val="23"/>
  </w:num>
  <w:num w:numId="12" w16cid:durableId="1014115541">
    <w:abstractNumId w:val="26"/>
  </w:num>
  <w:num w:numId="13" w16cid:durableId="2006548191">
    <w:abstractNumId w:val="22"/>
  </w:num>
  <w:num w:numId="14" w16cid:durableId="411851299">
    <w:abstractNumId w:val="10"/>
  </w:num>
  <w:num w:numId="15" w16cid:durableId="611085997">
    <w:abstractNumId w:val="24"/>
  </w:num>
  <w:num w:numId="16" w16cid:durableId="2132358200">
    <w:abstractNumId w:val="29"/>
  </w:num>
  <w:num w:numId="17" w16cid:durableId="2109933265">
    <w:abstractNumId w:val="32"/>
  </w:num>
  <w:num w:numId="18" w16cid:durableId="1063216626">
    <w:abstractNumId w:val="25"/>
  </w:num>
  <w:num w:numId="19" w16cid:durableId="1584412790">
    <w:abstractNumId w:val="1"/>
  </w:num>
  <w:num w:numId="20" w16cid:durableId="2117017921">
    <w:abstractNumId w:val="2"/>
  </w:num>
  <w:num w:numId="21" w16cid:durableId="1133138240">
    <w:abstractNumId w:val="16"/>
  </w:num>
  <w:num w:numId="22" w16cid:durableId="42288456">
    <w:abstractNumId w:val="5"/>
  </w:num>
  <w:num w:numId="23" w16cid:durableId="1653678013">
    <w:abstractNumId w:val="21"/>
  </w:num>
  <w:num w:numId="24" w16cid:durableId="762533827">
    <w:abstractNumId w:val="30"/>
  </w:num>
  <w:num w:numId="25" w16cid:durableId="1889107514">
    <w:abstractNumId w:val="8"/>
  </w:num>
  <w:num w:numId="26" w16cid:durableId="566111473">
    <w:abstractNumId w:val="11"/>
  </w:num>
  <w:num w:numId="27" w16cid:durableId="1583485176">
    <w:abstractNumId w:val="27"/>
  </w:num>
  <w:num w:numId="28" w16cid:durableId="1107656433">
    <w:abstractNumId w:val="14"/>
  </w:num>
  <w:num w:numId="29" w16cid:durableId="597173980">
    <w:abstractNumId w:val="4"/>
  </w:num>
  <w:num w:numId="30" w16cid:durableId="205456890">
    <w:abstractNumId w:val="17"/>
  </w:num>
  <w:num w:numId="31" w16cid:durableId="1733501426">
    <w:abstractNumId w:val="28"/>
  </w:num>
  <w:num w:numId="32" w16cid:durableId="1670937049">
    <w:abstractNumId w:val="6"/>
  </w:num>
  <w:num w:numId="33" w16cid:durableId="286007160">
    <w:abstractNumId w:val="6"/>
  </w:num>
  <w:num w:numId="34" w16cid:durableId="1385714849">
    <w:abstractNumId w:val="12"/>
  </w:num>
  <w:num w:numId="35" w16cid:durableId="617032524">
    <w:abstractNumId w:val="20"/>
  </w:num>
  <w:num w:numId="36" w16cid:durableId="138807230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6784D"/>
    <w:rsid w:val="0009136B"/>
    <w:rsid w:val="000A41FB"/>
    <w:rsid w:val="000B6932"/>
    <w:rsid w:val="000C52FA"/>
    <w:rsid w:val="000F7A52"/>
    <w:rsid w:val="00103A0D"/>
    <w:rsid w:val="00117A0E"/>
    <w:rsid w:val="001441C6"/>
    <w:rsid w:val="001450AB"/>
    <w:rsid w:val="001620E3"/>
    <w:rsid w:val="00171DAE"/>
    <w:rsid w:val="001758AF"/>
    <w:rsid w:val="00195A49"/>
    <w:rsid w:val="001A5581"/>
    <w:rsid w:val="001D365F"/>
    <w:rsid w:val="001E6403"/>
    <w:rsid w:val="001F782F"/>
    <w:rsid w:val="0023000E"/>
    <w:rsid w:val="002346C2"/>
    <w:rsid w:val="00264BCF"/>
    <w:rsid w:val="002823FF"/>
    <w:rsid w:val="0028448D"/>
    <w:rsid w:val="00285A03"/>
    <w:rsid w:val="002862D2"/>
    <w:rsid w:val="002B5D63"/>
    <w:rsid w:val="002F7EEA"/>
    <w:rsid w:val="00304518"/>
    <w:rsid w:val="0032752D"/>
    <w:rsid w:val="003333BC"/>
    <w:rsid w:val="00344430"/>
    <w:rsid w:val="00350CA2"/>
    <w:rsid w:val="003524C7"/>
    <w:rsid w:val="00357812"/>
    <w:rsid w:val="00365710"/>
    <w:rsid w:val="00372ECE"/>
    <w:rsid w:val="003B0FFE"/>
    <w:rsid w:val="003D4BE3"/>
    <w:rsid w:val="004272FC"/>
    <w:rsid w:val="00433C12"/>
    <w:rsid w:val="0044592F"/>
    <w:rsid w:val="00447EFC"/>
    <w:rsid w:val="004706FD"/>
    <w:rsid w:val="00474537"/>
    <w:rsid w:val="0048382E"/>
    <w:rsid w:val="00492943"/>
    <w:rsid w:val="004F1A26"/>
    <w:rsid w:val="005235FA"/>
    <w:rsid w:val="00525924"/>
    <w:rsid w:val="00525BAE"/>
    <w:rsid w:val="00530F9B"/>
    <w:rsid w:val="005315F1"/>
    <w:rsid w:val="00536743"/>
    <w:rsid w:val="0054295B"/>
    <w:rsid w:val="00562D44"/>
    <w:rsid w:val="00562E55"/>
    <w:rsid w:val="00584984"/>
    <w:rsid w:val="005C61B9"/>
    <w:rsid w:val="005E1169"/>
    <w:rsid w:val="006015C2"/>
    <w:rsid w:val="006040F5"/>
    <w:rsid w:val="00610639"/>
    <w:rsid w:val="00620C00"/>
    <w:rsid w:val="00665813"/>
    <w:rsid w:val="00690CC4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6AB3"/>
    <w:rsid w:val="00710BB8"/>
    <w:rsid w:val="00727388"/>
    <w:rsid w:val="0073789C"/>
    <w:rsid w:val="00745AB1"/>
    <w:rsid w:val="0074712F"/>
    <w:rsid w:val="00757AC7"/>
    <w:rsid w:val="00782096"/>
    <w:rsid w:val="007B5BA3"/>
    <w:rsid w:val="007D5EC7"/>
    <w:rsid w:val="007E6E02"/>
    <w:rsid w:val="007E7665"/>
    <w:rsid w:val="007F4841"/>
    <w:rsid w:val="008014DD"/>
    <w:rsid w:val="0080323F"/>
    <w:rsid w:val="00830828"/>
    <w:rsid w:val="00844BBC"/>
    <w:rsid w:val="008574C8"/>
    <w:rsid w:val="00867692"/>
    <w:rsid w:val="008804CB"/>
    <w:rsid w:val="00882947"/>
    <w:rsid w:val="00887902"/>
    <w:rsid w:val="008A2C0A"/>
    <w:rsid w:val="008B5587"/>
    <w:rsid w:val="008B7850"/>
    <w:rsid w:val="008C2F88"/>
    <w:rsid w:val="008E5212"/>
    <w:rsid w:val="009027D5"/>
    <w:rsid w:val="00904071"/>
    <w:rsid w:val="009059BB"/>
    <w:rsid w:val="00923354"/>
    <w:rsid w:val="00931A8A"/>
    <w:rsid w:val="00936F47"/>
    <w:rsid w:val="0094047C"/>
    <w:rsid w:val="00942B09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6A8D"/>
    <w:rsid w:val="00A216E2"/>
    <w:rsid w:val="00A26C6E"/>
    <w:rsid w:val="00A57167"/>
    <w:rsid w:val="00A62A77"/>
    <w:rsid w:val="00A743FF"/>
    <w:rsid w:val="00A82E78"/>
    <w:rsid w:val="00AB6FB5"/>
    <w:rsid w:val="00AC0741"/>
    <w:rsid w:val="00AD05EC"/>
    <w:rsid w:val="00AD1706"/>
    <w:rsid w:val="00AF350C"/>
    <w:rsid w:val="00AF57DC"/>
    <w:rsid w:val="00B406A9"/>
    <w:rsid w:val="00B7475F"/>
    <w:rsid w:val="00B93CD1"/>
    <w:rsid w:val="00BB0104"/>
    <w:rsid w:val="00BB2A5B"/>
    <w:rsid w:val="00BD14D8"/>
    <w:rsid w:val="00BD731B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6331"/>
    <w:rsid w:val="00C93402"/>
    <w:rsid w:val="00C939B1"/>
    <w:rsid w:val="00CB1475"/>
    <w:rsid w:val="00CC31A7"/>
    <w:rsid w:val="00CE7C2F"/>
    <w:rsid w:val="00D061A5"/>
    <w:rsid w:val="00D178ED"/>
    <w:rsid w:val="00D17F30"/>
    <w:rsid w:val="00D2119B"/>
    <w:rsid w:val="00D229AF"/>
    <w:rsid w:val="00D26FD9"/>
    <w:rsid w:val="00D440AE"/>
    <w:rsid w:val="00D44371"/>
    <w:rsid w:val="00D62BDF"/>
    <w:rsid w:val="00D832BB"/>
    <w:rsid w:val="00D902A4"/>
    <w:rsid w:val="00D90303"/>
    <w:rsid w:val="00DA3646"/>
    <w:rsid w:val="00DD2E16"/>
    <w:rsid w:val="00DE5C0B"/>
    <w:rsid w:val="00E07577"/>
    <w:rsid w:val="00E17A38"/>
    <w:rsid w:val="00E36C49"/>
    <w:rsid w:val="00E42389"/>
    <w:rsid w:val="00E5632D"/>
    <w:rsid w:val="00E7391C"/>
    <w:rsid w:val="00E94BE3"/>
    <w:rsid w:val="00E958E5"/>
    <w:rsid w:val="00EA01C8"/>
    <w:rsid w:val="00EB33B9"/>
    <w:rsid w:val="00EC29FF"/>
    <w:rsid w:val="00ED24CF"/>
    <w:rsid w:val="00EE41C3"/>
    <w:rsid w:val="00EF73E5"/>
    <w:rsid w:val="00F50F65"/>
    <w:rsid w:val="00F53758"/>
    <w:rsid w:val="00F60A08"/>
    <w:rsid w:val="00FD02BC"/>
    <w:rsid w:val="00FD255D"/>
    <w:rsid w:val="00FE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948177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F8705-6786-4516-84C2-E2922B155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2502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5</cp:revision>
  <cp:lastPrinted>2013-11-14T13:48:00Z</cp:lastPrinted>
  <dcterms:created xsi:type="dcterms:W3CDTF">2025-01-15T10:42:00Z</dcterms:created>
  <dcterms:modified xsi:type="dcterms:W3CDTF">2025-01-15T10:45:00Z</dcterms:modified>
</cp:coreProperties>
</file>